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D3131">
        <w:rPr>
          <w:rFonts w:ascii="Corbel" w:hAnsi="Corbel"/>
          <w:b/>
          <w:smallCaps/>
          <w:sz w:val="24"/>
          <w:szCs w:val="24"/>
        </w:rPr>
        <w:t>1</w:t>
      </w:r>
      <w:r w:rsidRPr="00B2112D">
        <w:rPr>
          <w:rFonts w:ascii="Corbel" w:hAnsi="Corbel"/>
          <w:b/>
          <w:smallCaps/>
          <w:sz w:val="24"/>
          <w:szCs w:val="24"/>
        </w:rPr>
        <w:t>-202</w:t>
      </w:r>
      <w:r w:rsidR="002D3131">
        <w:rPr>
          <w:rFonts w:ascii="Corbel" w:hAnsi="Corbel"/>
          <w:b/>
          <w:smallCaps/>
          <w:sz w:val="24"/>
          <w:szCs w:val="24"/>
        </w:rPr>
        <w:t>6</w:t>
      </w:r>
      <w:r w:rsidRPr="00B2112D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GoBack"/>
      <w:bookmarkEnd w:id="0"/>
    </w:p>
    <w:p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</w:t>
      </w:r>
      <w:r w:rsidR="002D3131">
        <w:rPr>
          <w:rFonts w:ascii="Corbel" w:hAnsi="Corbel"/>
          <w:b/>
          <w:sz w:val="24"/>
          <w:szCs w:val="24"/>
        </w:rPr>
        <w:t>2</w:t>
      </w:r>
      <w:r w:rsidRPr="00B2112D">
        <w:rPr>
          <w:rFonts w:ascii="Corbel" w:hAnsi="Corbel"/>
          <w:b/>
          <w:sz w:val="24"/>
          <w:szCs w:val="24"/>
        </w:rPr>
        <w:t>/202</w:t>
      </w:r>
      <w:r w:rsidR="002D3131">
        <w:rPr>
          <w:rFonts w:ascii="Corbel" w:hAnsi="Corbel"/>
          <w:b/>
          <w:sz w:val="24"/>
          <w:szCs w:val="24"/>
        </w:rPr>
        <w:t>3</w:t>
      </w:r>
    </w:p>
    <w:p w:rsidR="0085747A" w:rsidRPr="00B2112D" w:rsidRDefault="00CD6897" w:rsidP="00C12940">
      <w:pPr>
        <w:spacing w:line="240" w:lineRule="auto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12D" w:rsidTr="00B819C8">
        <w:tc>
          <w:tcPr>
            <w:tcW w:w="2694" w:type="dxa"/>
            <w:vAlign w:val="center"/>
          </w:tcPr>
          <w:p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C12940" w:rsidRPr="00B2112D" w:rsidTr="00B819C8">
        <w:tc>
          <w:tcPr>
            <w:tcW w:w="2694" w:type="dxa"/>
            <w:vAlign w:val="center"/>
          </w:tcPr>
          <w:p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Pr="00B2112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2112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Wykł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Konw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Sem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Prakt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:rsidTr="00745302">
        <w:tc>
          <w:tcPr>
            <w:tcW w:w="9670" w:type="dxa"/>
          </w:tcPr>
          <w:p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metodyki i dydaktyki pedagogiki, pedagogiki specjalnej. Znajomość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lastRenderedPageBreak/>
        <w:t xml:space="preserve"> </w:t>
      </w:r>
    </w:p>
    <w:p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:rsidTr="00C24364">
        <w:tc>
          <w:tcPr>
            <w:tcW w:w="845" w:type="dxa"/>
            <w:vAlign w:val="center"/>
          </w:tcPr>
          <w:p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2112D" w:rsidTr="00360142">
        <w:tc>
          <w:tcPr>
            <w:tcW w:w="1681" w:type="dxa"/>
            <w:vAlign w:val="center"/>
          </w:tcPr>
          <w:p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:rsidTr="00360142">
        <w:tc>
          <w:tcPr>
            <w:tcW w:w="1681" w:type="dxa"/>
            <w:vAlign w:val="center"/>
          </w:tcPr>
          <w:p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:rsidTr="00C12940">
        <w:tc>
          <w:tcPr>
            <w:tcW w:w="1681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</w:t>
            </w:r>
            <w:proofErr w:type="spellStart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vAlign w:val="center"/>
          </w:tcPr>
          <w:p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:rsidTr="00C12940">
        <w:tc>
          <w:tcPr>
            <w:tcW w:w="1681" w:type="dxa"/>
            <w:vAlign w:val="center"/>
          </w:tcPr>
          <w:p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procedury badawcze. </w:t>
            </w:r>
          </w:p>
        </w:tc>
        <w:tc>
          <w:tcPr>
            <w:tcW w:w="1865" w:type="dxa"/>
            <w:vAlign w:val="center"/>
          </w:tcPr>
          <w:p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12D" w:rsidTr="007D5512">
        <w:tc>
          <w:tcPr>
            <w:tcW w:w="9520" w:type="dxa"/>
          </w:tcPr>
          <w:p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1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1"/>
      <w:tr w:rsidR="007D5512" w:rsidRPr="00B2112D" w:rsidTr="007D5512">
        <w:tc>
          <w:tcPr>
            <w:tcW w:w="9520" w:type="dxa"/>
          </w:tcPr>
          <w:p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:rsidTr="007D5512">
        <w:tc>
          <w:tcPr>
            <w:tcW w:w="9520" w:type="dxa"/>
          </w:tcPr>
          <w:p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:rsidTr="007D5512">
        <w:tc>
          <w:tcPr>
            <w:tcW w:w="9520" w:type="dxa"/>
          </w:tcPr>
          <w:p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:rsidTr="007D5512">
        <w:tc>
          <w:tcPr>
            <w:tcW w:w="9520" w:type="dxa"/>
          </w:tcPr>
          <w:p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Przygotowanie do egzaminu magisterskiego.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3.4 Metody dydaktyczne</w:t>
      </w:r>
    </w:p>
    <w:p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2112D" w:rsidTr="001A02D8">
        <w:tc>
          <w:tcPr>
            <w:tcW w:w="1962" w:type="dxa"/>
            <w:vAlign w:val="center"/>
          </w:tcPr>
          <w:p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11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112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:rsidTr="000E7AF3">
        <w:tc>
          <w:tcPr>
            <w:tcW w:w="1962" w:type="dxa"/>
          </w:tcPr>
          <w:p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:rsidTr="000E7AF3">
        <w:tc>
          <w:tcPr>
            <w:tcW w:w="1962" w:type="dxa"/>
          </w:tcPr>
          <w:p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:rsidTr="00923D7D">
        <w:tc>
          <w:tcPr>
            <w:tcW w:w="9670" w:type="dxa"/>
          </w:tcPr>
          <w:p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382"/>
        <w:gridCol w:w="1382"/>
        <w:gridCol w:w="1382"/>
        <w:gridCol w:w="1382"/>
      </w:tblGrid>
      <w:tr w:rsidR="0085747A" w:rsidRPr="00B2112D" w:rsidTr="001C73DD">
        <w:tc>
          <w:tcPr>
            <w:tcW w:w="4111" w:type="dxa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1382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7</w:t>
            </w:r>
          </w:p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8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9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  <w:tc>
          <w:tcPr>
            <w:tcW w:w="1382" w:type="dxa"/>
          </w:tcPr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SEMESTR 10</w:t>
            </w:r>
          </w:p>
          <w:p w:rsidR="001C73DD" w:rsidRPr="00B2112D" w:rsidRDefault="001C73DD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B2112D">
              <w:rPr>
                <w:rFonts w:ascii="Corbel" w:hAnsi="Corbel"/>
                <w:sz w:val="24"/>
                <w:szCs w:val="24"/>
                <w:lang w:val="en-GB"/>
              </w:rPr>
              <w:t>30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105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:rsidTr="001C73DD">
        <w:tc>
          <w:tcPr>
            <w:tcW w:w="4111" w:type="dxa"/>
          </w:tcPr>
          <w:p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:rsidTr="00F4797E">
        <w:trPr>
          <w:trHeight w:val="397"/>
        </w:trPr>
        <w:tc>
          <w:tcPr>
            <w:tcW w:w="4111" w:type="dxa"/>
          </w:tcPr>
          <w:p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2112D" w:rsidTr="000E7AF3">
        <w:trPr>
          <w:trHeight w:val="397"/>
        </w:trPr>
        <w:tc>
          <w:tcPr>
            <w:tcW w:w="9639" w:type="dxa"/>
          </w:tcPr>
          <w:p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B2112D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Przekład W. </w:t>
            </w:r>
            <w:proofErr w:type="spellStart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Betkiewicz</w:t>
            </w:r>
            <w:proofErr w:type="spellEnd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i in. Warszawa</w:t>
            </w:r>
          </w:p>
          <w:p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:rsidTr="000E7AF3">
        <w:trPr>
          <w:trHeight w:val="397"/>
        </w:trPr>
        <w:tc>
          <w:tcPr>
            <w:tcW w:w="9639" w:type="dxa"/>
          </w:tcPr>
          <w:p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Cieczkowski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27C" w:rsidRDefault="006C027C" w:rsidP="00C16ABF">
      <w:pPr>
        <w:spacing w:after="0" w:line="240" w:lineRule="auto"/>
      </w:pPr>
      <w:r>
        <w:separator/>
      </w:r>
    </w:p>
  </w:endnote>
  <w:endnote w:type="continuationSeparator" w:id="0">
    <w:p w:rsidR="006C027C" w:rsidRDefault="006C02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27C" w:rsidRDefault="006C027C" w:rsidP="00C16ABF">
      <w:pPr>
        <w:spacing w:after="0" w:line="240" w:lineRule="auto"/>
      </w:pPr>
      <w:r>
        <w:separator/>
      </w:r>
    </w:p>
  </w:footnote>
  <w:footnote w:type="continuationSeparator" w:id="0">
    <w:p w:rsidR="006C027C" w:rsidRDefault="006C027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A00"/>
    <w:rsid w:val="00007DEC"/>
    <w:rsid w:val="00014EB5"/>
    <w:rsid w:val="00015B8F"/>
    <w:rsid w:val="00022ECE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2C9A"/>
    <w:rsid w:val="002B4D55"/>
    <w:rsid w:val="002B5EA0"/>
    <w:rsid w:val="002B6119"/>
    <w:rsid w:val="002C1F06"/>
    <w:rsid w:val="002D3131"/>
    <w:rsid w:val="002D3375"/>
    <w:rsid w:val="002D5060"/>
    <w:rsid w:val="002D73D4"/>
    <w:rsid w:val="002E78B8"/>
    <w:rsid w:val="002F02A3"/>
    <w:rsid w:val="002F1804"/>
    <w:rsid w:val="002F4ABE"/>
    <w:rsid w:val="002F5F6F"/>
    <w:rsid w:val="003018BA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C080F"/>
    <w:rsid w:val="005C55E5"/>
    <w:rsid w:val="005C696A"/>
    <w:rsid w:val="005D64EC"/>
    <w:rsid w:val="005E5854"/>
    <w:rsid w:val="005E6E85"/>
    <w:rsid w:val="005F31D2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027C"/>
    <w:rsid w:val="006C2BD2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620A"/>
    <w:rsid w:val="00722950"/>
    <w:rsid w:val="00724677"/>
    <w:rsid w:val="00725459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4C85"/>
    <w:rsid w:val="00A90401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5145"/>
    <w:rsid w:val="00EE5457"/>
    <w:rsid w:val="00EE54B8"/>
    <w:rsid w:val="00F070AB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F37A"/>
  <w15:docId w15:val="{171652CC-0CAF-482B-815E-AB226B34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A90B3-D309-4D58-874A-E9A1F2150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2020-02-03T08:17:00Z</dcterms:created>
  <dcterms:modified xsi:type="dcterms:W3CDTF">2021-09-06T10:42:00Z</dcterms:modified>
</cp:coreProperties>
</file>